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3818444" w14:textId="77777777" w:rsidTr="009027D5">
        <w:tc>
          <w:tcPr>
            <w:tcW w:w="1398" w:type="dxa"/>
          </w:tcPr>
          <w:p w14:paraId="13818441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3818442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3818443" w14:textId="77777777" w:rsidR="00757AC7" w:rsidRPr="009039D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039DF" w14:paraId="1381845C" w14:textId="77777777" w:rsidTr="00610F7D">
        <w:tc>
          <w:tcPr>
            <w:tcW w:w="1398" w:type="dxa"/>
          </w:tcPr>
          <w:p w14:paraId="13818445" w14:textId="18EEBF70" w:rsidR="009039DF" w:rsidRPr="009039DF" w:rsidRDefault="00D318F2" w:rsidP="009039D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281705</w:t>
            </w:r>
            <w:r w:rsidR="004F005D">
              <w:rPr>
                <w:rFonts w:ascii="Poppins" w:hAnsi="Poppins" w:cs="Poppins"/>
                <w:sz w:val="20"/>
              </w:rPr>
              <w:t>60</w:t>
            </w:r>
          </w:p>
        </w:tc>
        <w:tc>
          <w:tcPr>
            <w:tcW w:w="2297" w:type="dxa"/>
          </w:tcPr>
          <w:p w14:paraId="13818447" w14:textId="3A62E9A2" w:rsidR="009039DF" w:rsidRPr="009039DF" w:rsidRDefault="00B16568" w:rsidP="004F6EF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EH0618DC</w:t>
            </w:r>
          </w:p>
        </w:tc>
        <w:tc>
          <w:tcPr>
            <w:tcW w:w="5803" w:type="dxa"/>
          </w:tcPr>
          <w:p w14:paraId="1DA5DB1C" w14:textId="0E9AB8B0" w:rsidR="00B16568" w:rsidRDefault="00E716EF" w:rsidP="009039D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Il k</w:t>
            </w:r>
            <w:r w:rsidR="00B16568">
              <w:rPr>
                <w:rFonts w:ascii="Poppins" w:hAnsi="Poppins" w:cs="Poppins"/>
                <w:sz w:val="20"/>
              </w:rPr>
              <w:t>it di accumulo inerziale H</w:t>
            </w:r>
            <w:r w:rsidR="00566F05">
              <w:rPr>
                <w:rFonts w:ascii="Poppins" w:hAnsi="Poppins" w:cs="Poppins"/>
                <w:sz w:val="20"/>
              </w:rPr>
              <w:t>ydro</w:t>
            </w:r>
            <w:r w:rsidR="00B16568">
              <w:rPr>
                <w:rFonts w:ascii="Poppins" w:hAnsi="Poppins" w:cs="Poppins"/>
                <w:sz w:val="20"/>
              </w:rPr>
              <w:t xml:space="preserve"> K</w:t>
            </w:r>
            <w:r w:rsidR="00566F05">
              <w:rPr>
                <w:rFonts w:ascii="Poppins" w:hAnsi="Poppins" w:cs="Poppins"/>
                <w:sz w:val="20"/>
              </w:rPr>
              <w:t>it</w:t>
            </w:r>
            <w:r w:rsidR="00B16568">
              <w:rPr>
                <w:rFonts w:ascii="Poppins" w:hAnsi="Poppins" w:cs="Poppins"/>
                <w:sz w:val="20"/>
              </w:rPr>
              <w:t xml:space="preserve"> modello ITM-25 per pompa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 w:rsidR="00B16568">
              <w:rPr>
                <w:rFonts w:ascii="Poppins" w:hAnsi="Poppins" w:cs="Poppins"/>
                <w:sz w:val="20"/>
              </w:rPr>
              <w:t xml:space="preserve"> EH0618DC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B16568">
              <w:rPr>
                <w:rFonts w:ascii="Poppins" w:hAnsi="Poppins" w:cs="Poppins"/>
                <w:sz w:val="20"/>
              </w:rPr>
              <w:t>è stato progettato per essere installato sotto la pompa di calore</w:t>
            </w:r>
            <w:r>
              <w:rPr>
                <w:rFonts w:ascii="Poppins" w:hAnsi="Poppins" w:cs="Poppins"/>
                <w:sz w:val="20"/>
              </w:rPr>
              <w:t xml:space="preserve"> per minimizzare i cicli di acceso/spento e </w:t>
            </w:r>
            <w:r w:rsidR="00D13602">
              <w:rPr>
                <w:rFonts w:ascii="Poppins" w:hAnsi="Poppins" w:cs="Poppins"/>
                <w:sz w:val="20"/>
              </w:rPr>
              <w:t>garantire</w:t>
            </w:r>
            <w:r>
              <w:rPr>
                <w:rFonts w:ascii="Poppins" w:hAnsi="Poppins" w:cs="Poppins"/>
                <w:sz w:val="20"/>
              </w:rPr>
              <w:t xml:space="preserve"> il contenuto minimo di acqua nell’impianto.</w:t>
            </w:r>
          </w:p>
          <w:p w14:paraId="3EBAA1D9" w14:textId="77777777" w:rsidR="00006F3C" w:rsidRDefault="00006F3C" w:rsidP="009039D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D5524E" w14:textId="77777777" w:rsidR="00006F3C" w:rsidRDefault="00006F3C" w:rsidP="00766AAB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7E9CE364" w14:textId="7DD31AD9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 xml:space="preserve">Accumulo inerziale da </w:t>
            </w:r>
            <w:r w:rsidR="00A865A3" w:rsidRPr="004F005D">
              <w:rPr>
                <w:rFonts w:ascii="Poppins" w:hAnsi="Poppins" w:cs="Poppins"/>
              </w:rPr>
              <w:t>26</w:t>
            </w:r>
            <w:r w:rsidRPr="004F005D">
              <w:rPr>
                <w:rFonts w:ascii="Poppins" w:hAnsi="Poppins" w:cs="Poppins"/>
              </w:rPr>
              <w:t xml:space="preserve"> </w:t>
            </w:r>
            <w:r w:rsidR="00A865A3" w:rsidRPr="004F005D">
              <w:rPr>
                <w:rFonts w:ascii="Poppins" w:hAnsi="Poppins" w:cs="Poppins"/>
              </w:rPr>
              <w:t>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2C17CB55" w14:textId="0730BADD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Vaso di espansione da 10 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360C5519" w14:textId="06A40AD3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Manometro 0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="00AF5169">
              <w:rPr>
                <w:rFonts w:ascii="Poppins" w:hAnsi="Poppins" w:cs="Poppins"/>
              </w:rPr>
              <w:t>4</w:t>
            </w:r>
            <w:r w:rsidRPr="004F005D">
              <w:rPr>
                <w:rFonts w:ascii="Poppins" w:hAnsi="Poppins" w:cs="Poppins"/>
              </w:rPr>
              <w:t xml:space="preserve"> bar</w:t>
            </w:r>
          </w:p>
          <w:p w14:paraId="6D634AEB" w14:textId="63D708AD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Filtro a</w:t>
            </w:r>
            <w:r w:rsidR="00006F3C" w:rsidRPr="004F005D">
              <w:rPr>
                <w:rFonts w:ascii="Poppins" w:hAnsi="Poppins" w:cs="Poppins"/>
              </w:rPr>
              <w:t>cqua</w:t>
            </w:r>
          </w:p>
          <w:p w14:paraId="6C1D459D" w14:textId="6D3B29E7" w:rsidR="00A865A3" w:rsidRPr="004F005D" w:rsidRDefault="00A865A3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Predisposizione per installazione misuratore di portata</w:t>
            </w:r>
          </w:p>
          <w:p w14:paraId="369498DA" w14:textId="77777777" w:rsidR="00A865A3" w:rsidRPr="009039DF" w:rsidRDefault="00A865A3" w:rsidP="009039D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4D" w14:textId="77777777" w:rsidR="009039DF" w:rsidRPr="00766AAB" w:rsidRDefault="009039DF" w:rsidP="009039D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81E45B4" w14:textId="105A8FCF" w:rsidR="008F0A9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Classe di efficienza energetica: C</w:t>
            </w:r>
          </w:p>
          <w:p w14:paraId="45264438" w14:textId="599DB337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Dispersion</w:t>
            </w:r>
            <w:r w:rsidR="00006F3C" w:rsidRPr="004F005D">
              <w:rPr>
                <w:rFonts w:ascii="Poppins" w:hAnsi="Poppins" w:cs="Poppins"/>
              </w:rPr>
              <w:t>e specifica</w:t>
            </w:r>
            <w:r w:rsidRPr="004F005D">
              <w:rPr>
                <w:rFonts w:ascii="Poppins" w:hAnsi="Poppins" w:cs="Poppins"/>
              </w:rPr>
              <w:t>: 40 W (EN 12897:2020)</w:t>
            </w:r>
          </w:p>
          <w:p w14:paraId="1608E3E7" w14:textId="58FC0708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Volume nominale</w:t>
            </w:r>
            <w:r w:rsidR="00006F3C" w:rsidRPr="004F005D">
              <w:rPr>
                <w:rFonts w:ascii="Poppins" w:hAnsi="Poppins" w:cs="Poppins"/>
              </w:rPr>
              <w:t xml:space="preserve"> (utile)</w:t>
            </w:r>
            <w:r w:rsidRPr="004F005D">
              <w:rPr>
                <w:rFonts w:ascii="Poppins" w:hAnsi="Poppins" w:cs="Poppins"/>
              </w:rPr>
              <w:t xml:space="preserve"> dell’accumulo: 26 </w:t>
            </w:r>
            <w:r w:rsidR="00A865A3" w:rsidRPr="004F005D">
              <w:rPr>
                <w:rFonts w:ascii="Poppins" w:hAnsi="Poppins" w:cs="Poppins"/>
              </w:rPr>
              <w:t>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024E38EB" w14:textId="40C6AEAB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Pressione massima di progetto: 3 bar</w:t>
            </w:r>
          </w:p>
          <w:p w14:paraId="1A607201" w14:textId="63A7CA46" w:rsidR="00006F3C" w:rsidRPr="004F005D" w:rsidRDefault="00006F3C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Pressione i prova: 6 bar</w:t>
            </w:r>
          </w:p>
          <w:p w14:paraId="3AA431F1" w14:textId="5215EAD2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 massima di sicurezza: 95°C</w:t>
            </w:r>
          </w:p>
          <w:p w14:paraId="4547F286" w14:textId="4A16DEA8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Dimensioni (LxPxH): 1003x437x502 mm</w:t>
            </w:r>
          </w:p>
          <w:p w14:paraId="40206BE0" w14:textId="27600949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Peso (senza acqua): 44 kg</w:t>
            </w:r>
          </w:p>
          <w:p w14:paraId="0D4F3385" w14:textId="2C8C81A2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</w:t>
            </w:r>
            <w:r w:rsidR="00A865A3" w:rsidRPr="004F005D">
              <w:rPr>
                <w:rFonts w:ascii="Poppins" w:hAnsi="Poppins" w:cs="Poppins"/>
              </w:rPr>
              <w:t xml:space="preserve"> esterna di lavoro</w:t>
            </w:r>
            <w:r w:rsidRPr="004F005D">
              <w:rPr>
                <w:rFonts w:ascii="Poppins" w:hAnsi="Poppins" w:cs="Poppins"/>
              </w:rPr>
              <w:t>: 0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Pr="004F005D">
              <w:rPr>
                <w:rFonts w:ascii="Poppins" w:hAnsi="Poppins" w:cs="Poppins"/>
              </w:rPr>
              <w:t>40 °C</w:t>
            </w:r>
          </w:p>
          <w:p w14:paraId="6C8798D9" w14:textId="6CB63AB5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 acqua: 5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Pr="004F005D">
              <w:rPr>
                <w:rFonts w:ascii="Poppins" w:hAnsi="Poppins" w:cs="Poppins"/>
              </w:rPr>
              <w:t>60 °C</w:t>
            </w:r>
          </w:p>
          <w:p w14:paraId="4B3B6B3F" w14:textId="77777777" w:rsidR="00D13602" w:rsidRPr="00766AAB" w:rsidRDefault="00D13602" w:rsidP="00766AAB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1381845B" w14:textId="139E1FDC" w:rsidR="009039DF" w:rsidRPr="009039DF" w:rsidRDefault="009039DF" w:rsidP="006E7402">
            <w:pPr>
              <w:jc w:val="both"/>
              <w:rPr>
                <w:rFonts w:ascii="Poppins" w:hAnsi="Poppins" w:cs="Poppins"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766AAB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="00D13602" w:rsidRPr="00766AAB">
              <w:rPr>
                <w:rFonts w:ascii="Poppins" w:hAnsi="Poppins" w:cs="Poppins"/>
                <w:b/>
                <w:bCs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b/>
                <w:bCs/>
                <w:sz w:val="20"/>
              </w:rPr>
              <w:t>Mirai SMI</w:t>
            </w:r>
            <w:r w:rsidR="00D13602" w:rsidRPr="00766AAB">
              <w:rPr>
                <w:rFonts w:ascii="Poppins" w:hAnsi="Poppins" w:cs="Poppins"/>
                <w:b/>
                <w:bCs/>
                <w:sz w:val="20"/>
              </w:rPr>
              <w:t xml:space="preserve"> EH0618DC</w:t>
            </w:r>
            <w:r w:rsidR="006E740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766AAB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D13602" w14:paraId="13818471" w14:textId="77777777" w:rsidTr="00610F7D">
        <w:tc>
          <w:tcPr>
            <w:tcW w:w="1398" w:type="dxa"/>
          </w:tcPr>
          <w:p w14:paraId="1381845D" w14:textId="4E9AA351" w:rsidR="00D13602" w:rsidRPr="009039DF" w:rsidRDefault="00D318F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281705</w:t>
            </w:r>
            <w:r w:rsidR="00D8585D">
              <w:rPr>
                <w:rFonts w:ascii="Poppins" w:hAnsi="Poppins" w:cs="Poppins"/>
                <w:sz w:val="20"/>
              </w:rPr>
              <w:t>62</w:t>
            </w:r>
          </w:p>
        </w:tc>
        <w:tc>
          <w:tcPr>
            <w:tcW w:w="2297" w:type="dxa"/>
          </w:tcPr>
          <w:p w14:paraId="1381845E" w14:textId="2AB0213C" w:rsidR="00D13602" w:rsidRPr="009039DF" w:rsidRDefault="00D13602" w:rsidP="004F6EF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EH1018DC</w:t>
            </w:r>
          </w:p>
        </w:tc>
        <w:tc>
          <w:tcPr>
            <w:tcW w:w="5803" w:type="dxa"/>
          </w:tcPr>
          <w:p w14:paraId="269EBDCA" w14:textId="19DECB90" w:rsidR="002A36AE" w:rsidRDefault="002A36AE" w:rsidP="002A36A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Il kit di accumulo inerziale Hydro Kit modello ITM-25 per pompa di calore Mirai SMI EH</w:t>
            </w:r>
            <w:r w:rsidR="00D52C07">
              <w:rPr>
                <w:rFonts w:ascii="Poppins" w:hAnsi="Poppins" w:cs="Poppins"/>
                <w:sz w:val="20"/>
              </w:rPr>
              <w:t>10</w:t>
            </w:r>
            <w:r>
              <w:rPr>
                <w:rFonts w:ascii="Poppins" w:hAnsi="Poppins" w:cs="Poppins"/>
                <w:sz w:val="20"/>
              </w:rPr>
              <w:t>18DC è stato progettato per essere installato sotto la pompa di calore per minimizzare i cicli di acceso/spento e garantire il contenuto minimo di acqua nell’impianto.</w:t>
            </w:r>
          </w:p>
          <w:p w14:paraId="0CC1519B" w14:textId="77777777" w:rsidR="00006F3C" w:rsidRDefault="00006F3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02A62" w14:textId="77777777" w:rsidR="00006F3C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3F56D9D4" w14:textId="692828E9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Accumulo inerziale da 26 litri</w:t>
            </w:r>
          </w:p>
          <w:p w14:paraId="01EF66E5" w14:textId="38629B97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Vaso di espansione da 10 litri</w:t>
            </w:r>
          </w:p>
          <w:p w14:paraId="584B209A" w14:textId="181D7541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lastRenderedPageBreak/>
              <w:t>Manometro 0</w:t>
            </w:r>
            <w:r w:rsidR="004F005D" w:rsidRPr="002A36AE">
              <w:rPr>
                <w:rFonts w:ascii="Poppins" w:hAnsi="Poppins" w:cs="Poppins"/>
              </w:rPr>
              <w:t xml:space="preserve"> - </w:t>
            </w:r>
            <w:r w:rsidR="00AF5169">
              <w:rPr>
                <w:rFonts w:ascii="Poppins" w:hAnsi="Poppins" w:cs="Poppins"/>
              </w:rPr>
              <w:t>4</w:t>
            </w:r>
            <w:r w:rsidRPr="002A36AE">
              <w:rPr>
                <w:rFonts w:ascii="Poppins" w:hAnsi="Poppins" w:cs="Poppins"/>
              </w:rPr>
              <w:t xml:space="preserve"> bar</w:t>
            </w:r>
          </w:p>
          <w:p w14:paraId="794C7ACC" w14:textId="4C9964BB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Filtro acqua</w:t>
            </w:r>
          </w:p>
          <w:p w14:paraId="060FEEF5" w14:textId="6F3ADF21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Predisposizione per installazione misuratore di portata</w:t>
            </w:r>
          </w:p>
          <w:p w14:paraId="2C4ED072" w14:textId="77777777" w:rsidR="00006F3C" w:rsidRPr="009039DF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9F7C07" w14:textId="77777777" w:rsidR="00006F3C" w:rsidRPr="00766AAB" w:rsidRDefault="00006F3C" w:rsidP="00006F3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F6617D9" w14:textId="7A9C197F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Classe di efficienza energetica: C</w:t>
            </w:r>
          </w:p>
          <w:p w14:paraId="5AADAA9C" w14:textId="4802F9A8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Dispersione specifica: 40 W (EN 12897:2020)</w:t>
            </w:r>
          </w:p>
          <w:p w14:paraId="53770726" w14:textId="41AA69C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Volume nominale (utile) dell’accumulo: 26 litri</w:t>
            </w:r>
          </w:p>
          <w:p w14:paraId="185A2CE6" w14:textId="723F2AD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Pressione massima di progetto: 3 bar</w:t>
            </w:r>
          </w:p>
          <w:p w14:paraId="56794334" w14:textId="1C0543E1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Pressione i prova: 6 bar</w:t>
            </w:r>
          </w:p>
          <w:p w14:paraId="0513FEF5" w14:textId="476ACAD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massima di sicurezza: 95°C</w:t>
            </w:r>
          </w:p>
          <w:p w14:paraId="6B28A10B" w14:textId="74463E1F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Dimensioni (LxPxH): 1003x437x502 mm</w:t>
            </w:r>
          </w:p>
          <w:p w14:paraId="10B70B00" w14:textId="09ADCB03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Peso (senza acqua): 44 kg</w:t>
            </w:r>
          </w:p>
          <w:p w14:paraId="592DB6F8" w14:textId="7AB82AB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esterna di lavoro: 0</w:t>
            </w:r>
            <w:r w:rsidR="004F005D" w:rsidRPr="00CE1A97">
              <w:rPr>
                <w:rFonts w:ascii="Poppins" w:hAnsi="Poppins" w:cs="Poppins"/>
              </w:rPr>
              <w:t xml:space="preserve"> - </w:t>
            </w:r>
            <w:r w:rsidRPr="00CE1A97">
              <w:rPr>
                <w:rFonts w:ascii="Poppins" w:hAnsi="Poppins" w:cs="Poppins"/>
              </w:rPr>
              <w:t>40 °C</w:t>
            </w:r>
          </w:p>
          <w:p w14:paraId="49D13C3B" w14:textId="4A0FDCAE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acqua: 5</w:t>
            </w:r>
            <w:r w:rsidR="004F005D" w:rsidRPr="00CE1A97">
              <w:rPr>
                <w:rFonts w:ascii="Poppins" w:hAnsi="Poppins" w:cs="Poppins"/>
              </w:rPr>
              <w:t xml:space="preserve"> - </w:t>
            </w:r>
            <w:r w:rsidRPr="00CE1A97">
              <w:rPr>
                <w:rFonts w:ascii="Poppins" w:hAnsi="Poppins" w:cs="Poppins"/>
              </w:rPr>
              <w:t>60 °C</w:t>
            </w:r>
          </w:p>
          <w:p w14:paraId="5CD52143" w14:textId="77777777" w:rsidR="00766AAB" w:rsidRPr="00766AAB" w:rsidRDefault="00766AAB" w:rsidP="00766A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0" w14:textId="52716664" w:rsidR="00D13602" w:rsidRPr="009039DF" w:rsidRDefault="00D13602" w:rsidP="007B7A6E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b/>
                <w:sz w:val="20"/>
              </w:rPr>
              <w:t>Mirai SMI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 EH</w:t>
            </w:r>
            <w:r>
              <w:rPr>
                <w:rFonts w:ascii="Poppins" w:hAnsi="Poppins" w:cs="Poppins"/>
                <w:b/>
                <w:sz w:val="20"/>
              </w:rPr>
              <w:t>10</w:t>
            </w:r>
            <w:r w:rsidRPr="00D13602">
              <w:rPr>
                <w:rFonts w:ascii="Poppins" w:hAnsi="Poppins" w:cs="Poppins"/>
                <w:b/>
                <w:sz w:val="20"/>
              </w:rPr>
              <w:t>18DC</w:t>
            </w:r>
            <w:r w:rsidR="007B7A6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13602" w:rsidRPr="007E69BB" w14:paraId="1381847A" w14:textId="77777777" w:rsidTr="00610F7D">
        <w:tc>
          <w:tcPr>
            <w:tcW w:w="1398" w:type="dxa"/>
          </w:tcPr>
          <w:p w14:paraId="13818472" w14:textId="173D8E4A" w:rsidR="00D13602" w:rsidRPr="009039DF" w:rsidRDefault="00D318F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281705</w:t>
            </w:r>
            <w:r w:rsidR="00D8585D">
              <w:rPr>
                <w:rFonts w:ascii="Poppins" w:hAnsi="Poppins" w:cs="Poppins"/>
                <w:sz w:val="20"/>
              </w:rPr>
              <w:t>64</w:t>
            </w:r>
          </w:p>
        </w:tc>
        <w:tc>
          <w:tcPr>
            <w:tcW w:w="2297" w:type="dxa"/>
          </w:tcPr>
          <w:p w14:paraId="12343C2A" w14:textId="0D721EE8" w:rsidR="00D13602" w:rsidRDefault="00D1360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</w:t>
            </w:r>
            <w:r w:rsidR="00CC0D03">
              <w:rPr>
                <w:rFonts w:ascii="Poppins" w:hAnsi="Poppins" w:cs="Poppins"/>
                <w:sz w:val="20"/>
              </w:rPr>
              <w:t>12</w:t>
            </w:r>
            <w:r>
              <w:rPr>
                <w:rFonts w:ascii="Poppins" w:hAnsi="Poppins" w:cs="Poppins"/>
                <w:sz w:val="20"/>
              </w:rPr>
              <w:t>18DC, EH1618DC e EH1718D3</w:t>
            </w:r>
          </w:p>
          <w:p w14:paraId="13818473" w14:textId="2BCCF3E1" w:rsidR="00D13602" w:rsidRPr="009039DF" w:rsidRDefault="00D13602" w:rsidP="00D1360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2CB1B49B" w14:textId="652ED54D" w:rsidR="00D13602" w:rsidRDefault="00D13602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Il kit di accumulo inerziale </w:t>
            </w:r>
            <w:r w:rsidR="00D8585D">
              <w:rPr>
                <w:rFonts w:ascii="Poppins" w:hAnsi="Poppins" w:cs="Poppins"/>
                <w:sz w:val="20"/>
              </w:rPr>
              <w:t xml:space="preserve">Hydro Kit </w:t>
            </w:r>
            <w:r>
              <w:rPr>
                <w:rFonts w:ascii="Poppins" w:hAnsi="Poppins" w:cs="Poppins"/>
                <w:sz w:val="20"/>
              </w:rPr>
              <w:t>modello ITM-25 per pomp</w:t>
            </w:r>
            <w:r w:rsidR="00CC0D03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 xml:space="preserve">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</w:t>
            </w:r>
            <w:r w:rsidR="00CC0D03">
              <w:rPr>
                <w:rFonts w:ascii="Poppins" w:hAnsi="Poppins" w:cs="Poppins"/>
                <w:sz w:val="20"/>
              </w:rPr>
              <w:t>12</w:t>
            </w:r>
            <w:r>
              <w:rPr>
                <w:rFonts w:ascii="Poppins" w:hAnsi="Poppins" w:cs="Poppins"/>
                <w:sz w:val="20"/>
              </w:rPr>
              <w:t>18DC, EH1618DC e EH1718D3,  è stato progettato per essere installato sotto la pompa di calore per minimizzare i cicli di acceso/spento e garantire il contenuto minimo di acqua nell’impianto.</w:t>
            </w:r>
          </w:p>
          <w:p w14:paraId="33101639" w14:textId="77777777" w:rsidR="00006F3C" w:rsidRDefault="00006F3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2B3496" w14:textId="77777777" w:rsidR="00006F3C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4F8D5F98" w14:textId="2563BF15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Accumulo inerziale da 26 litri</w:t>
            </w:r>
          </w:p>
          <w:p w14:paraId="7D9922DB" w14:textId="462E1144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Vaso di espansione da 10 litri</w:t>
            </w:r>
          </w:p>
          <w:p w14:paraId="76DB2730" w14:textId="5FC88A15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Manometro 0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="00AF5169">
              <w:rPr>
                <w:rFonts w:ascii="Poppins" w:hAnsi="Poppins" w:cs="Poppins"/>
              </w:rPr>
              <w:t>4</w:t>
            </w:r>
            <w:r w:rsidRPr="002301F6">
              <w:rPr>
                <w:rFonts w:ascii="Poppins" w:hAnsi="Poppins" w:cs="Poppins"/>
              </w:rPr>
              <w:t xml:space="preserve"> bar</w:t>
            </w:r>
          </w:p>
          <w:p w14:paraId="25F46478" w14:textId="31E2823B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Filtro acqua</w:t>
            </w:r>
          </w:p>
          <w:p w14:paraId="2BBF05B2" w14:textId="2D8041EA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Predisposizione per installazione misuratore di portata</w:t>
            </w:r>
          </w:p>
          <w:p w14:paraId="5A4A36AF" w14:textId="77777777" w:rsidR="00006F3C" w:rsidRPr="009039DF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20BA2D" w14:textId="77777777" w:rsidR="00006F3C" w:rsidRPr="00766AAB" w:rsidRDefault="00006F3C" w:rsidP="00006F3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E93520D" w14:textId="633338A5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Classe di efficienza energetica: C</w:t>
            </w:r>
          </w:p>
          <w:p w14:paraId="34BF8062" w14:textId="05EA6E7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Dispersione specifica: 40 W (EN 12897:2020)</w:t>
            </w:r>
          </w:p>
          <w:p w14:paraId="31AD0A44" w14:textId="6686929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Volume nominale (utile) dell’accumulo: 26 litri</w:t>
            </w:r>
          </w:p>
          <w:p w14:paraId="566FA44D" w14:textId="7336D71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Pressione massima di progetto: 3 bar</w:t>
            </w:r>
          </w:p>
          <w:p w14:paraId="13FEF066" w14:textId="3AB7D8AA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Pressione i prova: 6 bar</w:t>
            </w:r>
          </w:p>
          <w:p w14:paraId="3659250A" w14:textId="380A5C0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lastRenderedPageBreak/>
              <w:t>Temperatura massima di sicurezza: 95°C</w:t>
            </w:r>
          </w:p>
          <w:p w14:paraId="14EEBC03" w14:textId="47E54724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Dimensioni (LxPxH): 1003x437x502 mm</w:t>
            </w:r>
          </w:p>
          <w:p w14:paraId="25AF8E97" w14:textId="3BC0B9F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Peso (senza acqua): 44 kg</w:t>
            </w:r>
          </w:p>
          <w:p w14:paraId="5AFE05FA" w14:textId="6431B38B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Temperatura esterna di lavoro: 0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Pr="002301F6">
              <w:rPr>
                <w:rFonts w:ascii="Poppins" w:hAnsi="Poppins" w:cs="Poppins"/>
              </w:rPr>
              <w:t>40 °C</w:t>
            </w:r>
          </w:p>
          <w:p w14:paraId="5E3840D4" w14:textId="02BE0E40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Temperatura acqua: 5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Pr="002301F6">
              <w:rPr>
                <w:rFonts w:ascii="Poppins" w:hAnsi="Poppins" w:cs="Poppins"/>
              </w:rPr>
              <w:t>60 °C</w:t>
            </w:r>
          </w:p>
          <w:p w14:paraId="66BF6DB3" w14:textId="77777777" w:rsidR="00766AAB" w:rsidRPr="00766AAB" w:rsidRDefault="00766AAB" w:rsidP="00766A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9" w14:textId="36114153" w:rsidR="00D13602" w:rsidRPr="009039DF" w:rsidRDefault="00D13602" w:rsidP="00D1360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b/>
                <w:sz w:val="20"/>
              </w:rPr>
              <w:t>Mirai SMI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 EH</w:t>
            </w:r>
            <w:r>
              <w:rPr>
                <w:rFonts w:ascii="Poppins" w:hAnsi="Poppins" w:cs="Poppins"/>
                <w:b/>
                <w:sz w:val="20"/>
              </w:rPr>
              <w:t>12</w:t>
            </w:r>
            <w:r w:rsidRPr="00D13602">
              <w:rPr>
                <w:rFonts w:ascii="Poppins" w:hAnsi="Poppins" w:cs="Poppins"/>
                <w:b/>
                <w:sz w:val="20"/>
              </w:rPr>
              <w:t>18DC, EH1618DC e EH1718D3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3C45" w:rsidRPr="007E69BB" w14:paraId="09195FFE" w14:textId="77777777" w:rsidTr="00610F7D">
        <w:tc>
          <w:tcPr>
            <w:tcW w:w="1398" w:type="dxa"/>
          </w:tcPr>
          <w:p w14:paraId="42F9FD6D" w14:textId="3C6923EB" w:rsidR="00773C45" w:rsidRDefault="00773C45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28170556</w:t>
            </w:r>
          </w:p>
        </w:tc>
        <w:tc>
          <w:tcPr>
            <w:tcW w:w="2297" w:type="dxa"/>
          </w:tcPr>
          <w:p w14:paraId="0B7C1FDC" w14:textId="74F6EE9B" w:rsidR="00773C45" w:rsidRDefault="00773C45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per collegamento caldaia a Hydro Kit ITM-25</w:t>
            </w:r>
          </w:p>
        </w:tc>
        <w:tc>
          <w:tcPr>
            <w:tcW w:w="5803" w:type="dxa"/>
          </w:tcPr>
          <w:p w14:paraId="7282F759" w14:textId="77777777" w:rsidR="00773C45" w:rsidRDefault="00824E43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Consente di collegare una caldaia in parallelo sull’accumulo inerziale Hydro Kit ITM-25 (che funge pertanto da separatore </w:t>
            </w:r>
            <w:r w:rsidR="00520D4F">
              <w:rPr>
                <w:rFonts w:ascii="Poppins" w:hAnsi="Poppins" w:cs="Poppins"/>
                <w:sz w:val="20"/>
              </w:rPr>
              <w:t>idraulico/disgiuntore).</w:t>
            </w:r>
          </w:p>
          <w:p w14:paraId="1579139B" w14:textId="77777777" w:rsidR="00520D4F" w:rsidRDefault="003700E2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Installazione sul circuito di ritorno </w:t>
            </w:r>
            <w:r w:rsidR="0053749C">
              <w:rPr>
                <w:rFonts w:ascii="Poppins" w:hAnsi="Poppins" w:cs="Poppins"/>
                <w:sz w:val="20"/>
              </w:rPr>
              <w:t>in ingresso alla pompa di calore.</w:t>
            </w:r>
          </w:p>
          <w:p w14:paraId="36D62990" w14:textId="77777777" w:rsidR="0053749C" w:rsidRDefault="0053749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DEE58F" w14:textId="34EBDEBB" w:rsidR="0053749C" w:rsidRPr="0053749C" w:rsidRDefault="0053749C" w:rsidP="00D1360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3749C">
              <w:rPr>
                <w:rFonts w:ascii="Poppins" w:hAnsi="Poppins" w:cs="Poppins"/>
                <w:b/>
                <w:bCs/>
                <w:sz w:val="20"/>
              </w:rPr>
              <w:t>Marca Emmeti - Modello Kit per collegamento caldaia a Hydro Kit ITM-25 o equivalente.</w:t>
            </w:r>
          </w:p>
        </w:tc>
      </w:tr>
    </w:tbl>
    <w:p w14:paraId="13818523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4B8C7" w14:textId="77777777" w:rsidR="005A5D78" w:rsidRDefault="005A5D78">
      <w:r>
        <w:separator/>
      </w:r>
    </w:p>
  </w:endnote>
  <w:endnote w:type="continuationSeparator" w:id="0">
    <w:p w14:paraId="62FA406C" w14:textId="77777777" w:rsidR="005A5D78" w:rsidRDefault="005A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B" w14:textId="77777777" w:rsidR="00D13602" w:rsidRDefault="00D13602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13602" w14:paraId="1381852E" w14:textId="77777777" w:rsidTr="004706FD">
      <w:tc>
        <w:tcPr>
          <w:tcW w:w="4534" w:type="dxa"/>
        </w:tcPr>
        <w:p w14:paraId="1381852C" w14:textId="02E87B57" w:rsidR="00D13602" w:rsidRPr="00C86331" w:rsidRDefault="00D13602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Hydro Kit ITM-25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381852D" w14:textId="2D9895CC" w:rsidR="00D13602" w:rsidRPr="00EC29FF" w:rsidRDefault="00D13602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F5169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381852F" w14:textId="77777777" w:rsidR="00D13602" w:rsidRPr="005C61B9" w:rsidRDefault="00D13602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818532" wp14:editId="1381853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9B7C" w14:textId="77777777" w:rsidR="005A5D78" w:rsidRDefault="005A5D78">
      <w:r>
        <w:separator/>
      </w:r>
    </w:p>
  </w:footnote>
  <w:footnote w:type="continuationSeparator" w:id="0">
    <w:p w14:paraId="4AD95DEA" w14:textId="77777777" w:rsidR="005A5D78" w:rsidRDefault="005A5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8" w14:textId="77777777" w:rsidR="00D13602" w:rsidRDefault="00D13602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3818530" wp14:editId="13818531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3818529" w14:textId="77777777" w:rsidR="00D13602" w:rsidRPr="00D440AE" w:rsidRDefault="00D13602" w:rsidP="00CC31A7">
    <w:pPr>
      <w:pStyle w:val="Intestazione"/>
      <w:jc w:val="center"/>
      <w:rPr>
        <w:sz w:val="16"/>
        <w:szCs w:val="16"/>
      </w:rPr>
    </w:pPr>
  </w:p>
  <w:p w14:paraId="1381852A" w14:textId="77777777" w:rsidR="00D13602" w:rsidRPr="00D440AE" w:rsidRDefault="00D13602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7562B"/>
    <w:multiLevelType w:val="hybridMultilevel"/>
    <w:tmpl w:val="F240238E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7487"/>
    <w:multiLevelType w:val="hybridMultilevel"/>
    <w:tmpl w:val="F992EC94"/>
    <w:lvl w:ilvl="0" w:tplc="B67E857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E1B0E"/>
    <w:multiLevelType w:val="hybridMultilevel"/>
    <w:tmpl w:val="2A5A0FBA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46C47"/>
    <w:multiLevelType w:val="hybridMultilevel"/>
    <w:tmpl w:val="63F29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2F02E94"/>
    <w:multiLevelType w:val="hybridMultilevel"/>
    <w:tmpl w:val="6FFEFF02"/>
    <w:lvl w:ilvl="0" w:tplc="24B6E36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E362B"/>
    <w:multiLevelType w:val="hybridMultilevel"/>
    <w:tmpl w:val="9E06B242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25373"/>
    <w:multiLevelType w:val="hybridMultilevel"/>
    <w:tmpl w:val="0838B6C2"/>
    <w:lvl w:ilvl="0" w:tplc="EC72807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D0511"/>
    <w:multiLevelType w:val="hybridMultilevel"/>
    <w:tmpl w:val="FD821E06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2118A"/>
    <w:multiLevelType w:val="hybridMultilevel"/>
    <w:tmpl w:val="1FF8CFC6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6875C6"/>
    <w:multiLevelType w:val="hybridMultilevel"/>
    <w:tmpl w:val="7C5C4D4C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799262">
    <w:abstractNumId w:val="24"/>
  </w:num>
  <w:num w:numId="2" w16cid:durableId="2002655367">
    <w:abstractNumId w:val="23"/>
  </w:num>
  <w:num w:numId="3" w16cid:durableId="427047416">
    <w:abstractNumId w:val="9"/>
  </w:num>
  <w:num w:numId="4" w16cid:durableId="1341812430">
    <w:abstractNumId w:val="3"/>
  </w:num>
  <w:num w:numId="5" w16cid:durableId="1908414884">
    <w:abstractNumId w:val="18"/>
  </w:num>
  <w:num w:numId="6" w16cid:durableId="150760612">
    <w:abstractNumId w:val="15"/>
  </w:num>
  <w:num w:numId="7" w16cid:durableId="1729303566">
    <w:abstractNumId w:val="11"/>
  </w:num>
  <w:num w:numId="8" w16cid:durableId="314258013">
    <w:abstractNumId w:val="15"/>
  </w:num>
  <w:num w:numId="9" w16cid:durableId="775684675">
    <w:abstractNumId w:val="0"/>
  </w:num>
  <w:num w:numId="10" w16cid:durableId="1775176031">
    <w:abstractNumId w:val="15"/>
  </w:num>
  <w:num w:numId="11" w16cid:durableId="1056130090">
    <w:abstractNumId w:val="30"/>
  </w:num>
  <w:num w:numId="12" w16cid:durableId="1049109137">
    <w:abstractNumId w:val="33"/>
  </w:num>
  <w:num w:numId="13" w16cid:durableId="510605525">
    <w:abstractNumId w:val="28"/>
  </w:num>
  <w:num w:numId="14" w16cid:durableId="1729375068">
    <w:abstractNumId w:val="12"/>
  </w:num>
  <w:num w:numId="15" w16cid:durableId="1640649430">
    <w:abstractNumId w:val="31"/>
  </w:num>
  <w:num w:numId="16" w16cid:durableId="19741685">
    <w:abstractNumId w:val="37"/>
  </w:num>
  <w:num w:numId="17" w16cid:durableId="1253662911">
    <w:abstractNumId w:val="40"/>
  </w:num>
  <w:num w:numId="18" w16cid:durableId="1445347216">
    <w:abstractNumId w:val="32"/>
  </w:num>
  <w:num w:numId="19" w16cid:durableId="920607216">
    <w:abstractNumId w:val="1"/>
  </w:num>
  <w:num w:numId="20" w16cid:durableId="469519030">
    <w:abstractNumId w:val="2"/>
  </w:num>
  <w:num w:numId="21" w16cid:durableId="2057584931">
    <w:abstractNumId w:val="19"/>
  </w:num>
  <w:num w:numId="22" w16cid:durableId="233467701">
    <w:abstractNumId w:val="5"/>
  </w:num>
  <w:num w:numId="23" w16cid:durableId="1339894316">
    <w:abstractNumId w:val="27"/>
  </w:num>
  <w:num w:numId="24" w16cid:durableId="1137799112">
    <w:abstractNumId w:val="38"/>
  </w:num>
  <w:num w:numId="25" w16cid:durableId="1937904026">
    <w:abstractNumId w:val="10"/>
  </w:num>
  <w:num w:numId="26" w16cid:durableId="776020882">
    <w:abstractNumId w:val="13"/>
  </w:num>
  <w:num w:numId="27" w16cid:durableId="766657251">
    <w:abstractNumId w:val="35"/>
  </w:num>
  <w:num w:numId="28" w16cid:durableId="650137412">
    <w:abstractNumId w:val="16"/>
  </w:num>
  <w:num w:numId="29" w16cid:durableId="971905170">
    <w:abstractNumId w:val="4"/>
  </w:num>
  <w:num w:numId="30" w16cid:durableId="939920088">
    <w:abstractNumId w:val="21"/>
  </w:num>
  <w:num w:numId="31" w16cid:durableId="395204363">
    <w:abstractNumId w:val="36"/>
  </w:num>
  <w:num w:numId="32" w16cid:durableId="642657178">
    <w:abstractNumId w:val="8"/>
  </w:num>
  <w:num w:numId="33" w16cid:durableId="1539782310">
    <w:abstractNumId w:val="8"/>
  </w:num>
  <w:num w:numId="34" w16cid:durableId="432675316">
    <w:abstractNumId w:val="6"/>
  </w:num>
  <w:num w:numId="35" w16cid:durableId="686366807">
    <w:abstractNumId w:val="26"/>
  </w:num>
  <w:num w:numId="36" w16cid:durableId="395401810">
    <w:abstractNumId w:val="29"/>
  </w:num>
  <w:num w:numId="37" w16cid:durableId="1104418156">
    <w:abstractNumId w:val="22"/>
  </w:num>
  <w:num w:numId="38" w16cid:durableId="2019429126">
    <w:abstractNumId w:val="14"/>
  </w:num>
  <w:num w:numId="39" w16cid:durableId="25370453">
    <w:abstractNumId w:val="20"/>
  </w:num>
  <w:num w:numId="40" w16cid:durableId="782307037">
    <w:abstractNumId w:val="41"/>
  </w:num>
  <w:num w:numId="41" w16cid:durableId="1308432329">
    <w:abstractNumId w:val="17"/>
  </w:num>
  <w:num w:numId="42" w16cid:durableId="1727100585">
    <w:abstractNumId w:val="7"/>
  </w:num>
  <w:num w:numId="43" w16cid:durableId="912424786">
    <w:abstractNumId w:val="25"/>
  </w:num>
  <w:num w:numId="44" w16cid:durableId="409691735">
    <w:abstractNumId w:val="39"/>
  </w:num>
  <w:num w:numId="45" w16cid:durableId="163455908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6F3C"/>
    <w:rsid w:val="00023AE9"/>
    <w:rsid w:val="00027080"/>
    <w:rsid w:val="000639F1"/>
    <w:rsid w:val="0006784D"/>
    <w:rsid w:val="000839F7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8105A"/>
    <w:rsid w:val="00182F4B"/>
    <w:rsid w:val="00195A49"/>
    <w:rsid w:val="001A5581"/>
    <w:rsid w:val="001B0AFA"/>
    <w:rsid w:val="001D365F"/>
    <w:rsid w:val="001E6403"/>
    <w:rsid w:val="001F782F"/>
    <w:rsid w:val="0023000E"/>
    <w:rsid w:val="002301F6"/>
    <w:rsid w:val="002346C2"/>
    <w:rsid w:val="00263BF8"/>
    <w:rsid w:val="00264BCF"/>
    <w:rsid w:val="00265E96"/>
    <w:rsid w:val="0028448D"/>
    <w:rsid w:val="00285A03"/>
    <w:rsid w:val="002862D2"/>
    <w:rsid w:val="002A36AE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00E2"/>
    <w:rsid w:val="003716B5"/>
    <w:rsid w:val="00372ECE"/>
    <w:rsid w:val="003849B6"/>
    <w:rsid w:val="003A6D33"/>
    <w:rsid w:val="003B0FFE"/>
    <w:rsid w:val="003D4BE3"/>
    <w:rsid w:val="003F4EF6"/>
    <w:rsid w:val="00424B33"/>
    <w:rsid w:val="004272FC"/>
    <w:rsid w:val="00433C12"/>
    <w:rsid w:val="0044592F"/>
    <w:rsid w:val="00447EFC"/>
    <w:rsid w:val="004706FD"/>
    <w:rsid w:val="00474537"/>
    <w:rsid w:val="0048382E"/>
    <w:rsid w:val="004F005D"/>
    <w:rsid w:val="004F1A26"/>
    <w:rsid w:val="004F6EF6"/>
    <w:rsid w:val="00520D4F"/>
    <w:rsid w:val="005235FA"/>
    <w:rsid w:val="00525BAE"/>
    <w:rsid w:val="00530F9B"/>
    <w:rsid w:val="005315F1"/>
    <w:rsid w:val="00532DCB"/>
    <w:rsid w:val="00536743"/>
    <w:rsid w:val="0053749C"/>
    <w:rsid w:val="0054295B"/>
    <w:rsid w:val="00562D44"/>
    <w:rsid w:val="00562E55"/>
    <w:rsid w:val="00566F05"/>
    <w:rsid w:val="00584984"/>
    <w:rsid w:val="005A5D78"/>
    <w:rsid w:val="005C61B9"/>
    <w:rsid w:val="005E1169"/>
    <w:rsid w:val="006015C2"/>
    <w:rsid w:val="006040F5"/>
    <w:rsid w:val="00610639"/>
    <w:rsid w:val="00610F7D"/>
    <w:rsid w:val="00620C00"/>
    <w:rsid w:val="006635FC"/>
    <w:rsid w:val="00665813"/>
    <w:rsid w:val="00690CC4"/>
    <w:rsid w:val="006B218C"/>
    <w:rsid w:val="006B29B1"/>
    <w:rsid w:val="006B7012"/>
    <w:rsid w:val="006C14CB"/>
    <w:rsid w:val="006C2BE4"/>
    <w:rsid w:val="006D044B"/>
    <w:rsid w:val="006D4FDF"/>
    <w:rsid w:val="006E5C4B"/>
    <w:rsid w:val="006E6F9C"/>
    <w:rsid w:val="006E7402"/>
    <w:rsid w:val="006F1812"/>
    <w:rsid w:val="006F6AB3"/>
    <w:rsid w:val="00710BB8"/>
    <w:rsid w:val="00727388"/>
    <w:rsid w:val="00732642"/>
    <w:rsid w:val="0073789C"/>
    <w:rsid w:val="00745AB1"/>
    <w:rsid w:val="0074712F"/>
    <w:rsid w:val="007569A4"/>
    <w:rsid w:val="00757AC7"/>
    <w:rsid w:val="00766AAB"/>
    <w:rsid w:val="00773C45"/>
    <w:rsid w:val="00782096"/>
    <w:rsid w:val="007B5BA3"/>
    <w:rsid w:val="007B7A6E"/>
    <w:rsid w:val="007D5EC7"/>
    <w:rsid w:val="007E6E02"/>
    <w:rsid w:val="007E7665"/>
    <w:rsid w:val="007F38DE"/>
    <w:rsid w:val="007F4841"/>
    <w:rsid w:val="008014DD"/>
    <w:rsid w:val="0080323F"/>
    <w:rsid w:val="00824E43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8F0A92"/>
    <w:rsid w:val="009027D5"/>
    <w:rsid w:val="009039DF"/>
    <w:rsid w:val="00904071"/>
    <w:rsid w:val="009059BB"/>
    <w:rsid w:val="00923354"/>
    <w:rsid w:val="00931A8A"/>
    <w:rsid w:val="0093284B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865A3"/>
    <w:rsid w:val="00AA3D3E"/>
    <w:rsid w:val="00AC0741"/>
    <w:rsid w:val="00AD05EC"/>
    <w:rsid w:val="00AD1706"/>
    <w:rsid w:val="00AF350C"/>
    <w:rsid w:val="00AF5169"/>
    <w:rsid w:val="00AF57DC"/>
    <w:rsid w:val="00B16568"/>
    <w:rsid w:val="00B32A10"/>
    <w:rsid w:val="00B406A9"/>
    <w:rsid w:val="00B7475F"/>
    <w:rsid w:val="00B93CD1"/>
    <w:rsid w:val="00BB0104"/>
    <w:rsid w:val="00BB2A5B"/>
    <w:rsid w:val="00BD14D8"/>
    <w:rsid w:val="00BD731B"/>
    <w:rsid w:val="00BF0C76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0D03"/>
    <w:rsid w:val="00CC31A7"/>
    <w:rsid w:val="00CE1A97"/>
    <w:rsid w:val="00CE7C2F"/>
    <w:rsid w:val="00D061A5"/>
    <w:rsid w:val="00D13602"/>
    <w:rsid w:val="00D178ED"/>
    <w:rsid w:val="00D17F30"/>
    <w:rsid w:val="00D2119B"/>
    <w:rsid w:val="00D229AF"/>
    <w:rsid w:val="00D26FD9"/>
    <w:rsid w:val="00D318F2"/>
    <w:rsid w:val="00D40BFD"/>
    <w:rsid w:val="00D440AE"/>
    <w:rsid w:val="00D44371"/>
    <w:rsid w:val="00D52C07"/>
    <w:rsid w:val="00D607EB"/>
    <w:rsid w:val="00D62BDF"/>
    <w:rsid w:val="00D832BB"/>
    <w:rsid w:val="00D8585D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16EF"/>
    <w:rsid w:val="00E7391C"/>
    <w:rsid w:val="00E94BE3"/>
    <w:rsid w:val="00E958E5"/>
    <w:rsid w:val="00EA01C8"/>
    <w:rsid w:val="00EB33B9"/>
    <w:rsid w:val="00EC29FF"/>
    <w:rsid w:val="00ED24CF"/>
    <w:rsid w:val="00EF73E5"/>
    <w:rsid w:val="00F505F4"/>
    <w:rsid w:val="00F50F65"/>
    <w:rsid w:val="00F53758"/>
    <w:rsid w:val="00F542A1"/>
    <w:rsid w:val="00F60A08"/>
    <w:rsid w:val="00F70247"/>
    <w:rsid w:val="00F720D5"/>
    <w:rsid w:val="00FD02BC"/>
    <w:rsid w:val="00FD255D"/>
    <w:rsid w:val="00FD6F97"/>
    <w:rsid w:val="00F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81844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261C-92CF-473E-9A47-FF639299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</TotalTime>
  <Pages>3</Pages>
  <Words>618</Words>
  <Characters>3125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3736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2025-12-19T15:13:00Z</dcterms:created>
  <dcterms:modified xsi:type="dcterms:W3CDTF">2025-12-19T15:13:00Z</dcterms:modified>
</cp:coreProperties>
</file>